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E074FF-297F-4EF7-A2FA-E7B3B1534A3E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